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234" w:rsidRDefault="007D7234" w:rsidP="007D7234">
      <w:pPr>
        <w:pStyle w:val="Heading3"/>
        <w:tabs>
          <w:tab w:val="left" w:pos="0"/>
        </w:tabs>
        <w:spacing w:before="0" w:after="0"/>
        <w:jc w:val="center"/>
        <w:rPr>
          <w:szCs w:val="36"/>
        </w:rPr>
      </w:pPr>
      <w:r>
        <w:rPr>
          <w:noProof/>
          <w:lang w:eastAsia="en-NZ"/>
        </w:rPr>
        <w:drawing>
          <wp:inline distT="0" distB="0" distL="0" distR="0" wp14:anchorId="0C6D89B3" wp14:editId="61484941">
            <wp:extent cx="1929600" cy="748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mber Primary.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29600" cy="748800"/>
                    </a:xfrm>
                    <a:prstGeom prst="rect">
                      <a:avLst/>
                    </a:prstGeom>
                  </pic:spPr>
                </pic:pic>
              </a:graphicData>
            </a:graphic>
          </wp:inline>
        </w:drawing>
      </w:r>
    </w:p>
    <w:p w:rsidR="007D7234" w:rsidRDefault="007D7234" w:rsidP="007D7234">
      <w:pPr>
        <w:pStyle w:val="Heading3"/>
        <w:tabs>
          <w:tab w:val="left" w:pos="0"/>
        </w:tabs>
        <w:spacing w:before="0" w:after="0"/>
        <w:jc w:val="center"/>
        <w:rPr>
          <w:szCs w:val="36"/>
        </w:rPr>
      </w:pPr>
    </w:p>
    <w:p w:rsidR="007D7234" w:rsidRPr="00C57BF3" w:rsidRDefault="007D7234" w:rsidP="007D7234">
      <w:pPr>
        <w:pStyle w:val="Heading3"/>
        <w:tabs>
          <w:tab w:val="left" w:pos="0"/>
        </w:tabs>
        <w:spacing w:before="0" w:after="0"/>
        <w:jc w:val="center"/>
        <w:rPr>
          <w:b w:val="0"/>
        </w:rPr>
      </w:pPr>
      <w:r>
        <w:rPr>
          <w:szCs w:val="36"/>
        </w:rPr>
        <w:t>Job</w:t>
      </w:r>
      <w:r w:rsidRPr="00555F7B">
        <w:rPr>
          <w:szCs w:val="36"/>
        </w:rPr>
        <w:t xml:space="preserve"> Description</w:t>
      </w:r>
      <w:r>
        <w:rPr>
          <w:szCs w:val="36"/>
        </w:rPr>
        <w:t xml:space="preserve"> for</w:t>
      </w:r>
      <w:bookmarkStart w:id="0" w:name="_GoBack"/>
      <w:bookmarkEnd w:id="0"/>
    </w:p>
    <w:p w:rsidR="007D7234" w:rsidRDefault="007D7234" w:rsidP="007D7234">
      <w:pPr>
        <w:jc w:val="center"/>
        <w:rPr>
          <w:rFonts w:cs="Arial"/>
          <w:b/>
          <w:sz w:val="36"/>
        </w:rPr>
      </w:pPr>
      <w:r>
        <w:rPr>
          <w:rFonts w:cs="Arial"/>
          <w:b/>
          <w:sz w:val="36"/>
        </w:rPr>
        <w:t>Community Support Worker</w:t>
      </w:r>
    </w:p>
    <w:p w:rsidR="007D7234" w:rsidRDefault="007D7234" w:rsidP="007D7234">
      <w:pPr>
        <w:jc w:val="center"/>
        <w:rPr>
          <w:rFonts w:cs="Arial"/>
          <w:b/>
          <w:sz w:val="36"/>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8"/>
        <w:gridCol w:w="2609"/>
        <w:gridCol w:w="2125"/>
        <w:gridCol w:w="2304"/>
      </w:tblGrid>
      <w:tr w:rsidR="007D7234" w:rsidRPr="00564C21" w:rsidTr="00A631FD">
        <w:tc>
          <w:tcPr>
            <w:tcW w:w="2475" w:type="pct"/>
            <w:gridSpan w:val="2"/>
          </w:tcPr>
          <w:p w:rsidR="007D7234" w:rsidRPr="00564C21" w:rsidRDefault="007D7234" w:rsidP="00A631FD">
            <w:pPr>
              <w:pStyle w:val="Heading3"/>
              <w:spacing w:before="0" w:after="0"/>
              <w:ind w:left="1152" w:hanging="1152"/>
              <w:rPr>
                <w:sz w:val="24"/>
                <w:szCs w:val="22"/>
              </w:rPr>
            </w:pPr>
            <w:r w:rsidRPr="00564C21">
              <w:rPr>
                <w:sz w:val="24"/>
                <w:szCs w:val="22"/>
              </w:rPr>
              <w:t xml:space="preserve">Location: </w:t>
            </w:r>
            <w:r w:rsidRPr="00564C21">
              <w:rPr>
                <w:b w:val="0"/>
                <w:sz w:val="24"/>
                <w:szCs w:val="22"/>
              </w:rPr>
              <w:t>Auckland Area based in Glenfield, North Shore City</w:t>
            </w:r>
          </w:p>
          <w:p w:rsidR="007D7234" w:rsidRPr="00564C21" w:rsidRDefault="007D7234" w:rsidP="00A631FD">
            <w:pPr>
              <w:rPr>
                <w:rFonts w:cs="Arial"/>
                <w:szCs w:val="22"/>
              </w:rPr>
            </w:pPr>
          </w:p>
        </w:tc>
        <w:tc>
          <w:tcPr>
            <w:tcW w:w="2525" w:type="pct"/>
            <w:gridSpan w:val="2"/>
          </w:tcPr>
          <w:p w:rsidR="007D7234" w:rsidRPr="00564C21" w:rsidRDefault="007D7234" w:rsidP="00A631FD">
            <w:pPr>
              <w:pStyle w:val="Heading3"/>
              <w:spacing w:before="0" w:after="0"/>
              <w:rPr>
                <w:sz w:val="24"/>
                <w:szCs w:val="22"/>
              </w:rPr>
            </w:pPr>
            <w:r w:rsidRPr="00564C21">
              <w:rPr>
                <w:sz w:val="24"/>
                <w:szCs w:val="22"/>
              </w:rPr>
              <w:t xml:space="preserve">Date: </w:t>
            </w:r>
            <w:r>
              <w:rPr>
                <w:b w:val="0"/>
                <w:sz w:val="24"/>
                <w:szCs w:val="22"/>
              </w:rPr>
              <w:t>November 2013</w:t>
            </w:r>
          </w:p>
        </w:tc>
      </w:tr>
      <w:tr w:rsidR="007D7234" w:rsidRPr="00564C21" w:rsidTr="00A631FD">
        <w:tc>
          <w:tcPr>
            <w:tcW w:w="2475" w:type="pct"/>
            <w:gridSpan w:val="2"/>
          </w:tcPr>
          <w:p w:rsidR="007D7234" w:rsidRPr="00564C21" w:rsidRDefault="007D7234" w:rsidP="00A631FD">
            <w:pPr>
              <w:pStyle w:val="Heading3"/>
              <w:spacing w:before="0" w:after="0"/>
              <w:rPr>
                <w:b w:val="0"/>
                <w:sz w:val="24"/>
                <w:szCs w:val="22"/>
              </w:rPr>
            </w:pPr>
            <w:r w:rsidRPr="00564C21">
              <w:rPr>
                <w:sz w:val="24"/>
                <w:szCs w:val="22"/>
              </w:rPr>
              <w:t xml:space="preserve">Reports to: </w:t>
            </w:r>
            <w:r>
              <w:rPr>
                <w:b w:val="0"/>
                <w:sz w:val="24"/>
                <w:szCs w:val="22"/>
              </w:rPr>
              <w:t>Team Leaders</w:t>
            </w:r>
          </w:p>
          <w:p w:rsidR="007D7234" w:rsidRPr="00564C21" w:rsidRDefault="007D7234" w:rsidP="00A631FD">
            <w:pPr>
              <w:pStyle w:val="Heading3"/>
              <w:spacing w:before="0" w:after="0"/>
              <w:rPr>
                <w:sz w:val="24"/>
                <w:szCs w:val="22"/>
              </w:rPr>
            </w:pPr>
            <w:r w:rsidRPr="00564C21">
              <w:rPr>
                <w:sz w:val="24"/>
                <w:szCs w:val="22"/>
              </w:rPr>
              <w:tab/>
            </w:r>
          </w:p>
        </w:tc>
        <w:tc>
          <w:tcPr>
            <w:tcW w:w="2525" w:type="pct"/>
            <w:gridSpan w:val="2"/>
          </w:tcPr>
          <w:p w:rsidR="007D7234" w:rsidRPr="007D7234" w:rsidRDefault="007D7234" w:rsidP="007D7234">
            <w:pPr>
              <w:pStyle w:val="Heading3"/>
              <w:spacing w:before="0" w:after="0"/>
              <w:rPr>
                <w:sz w:val="24"/>
                <w:szCs w:val="22"/>
              </w:rPr>
            </w:pPr>
            <w:r>
              <w:rPr>
                <w:sz w:val="24"/>
                <w:szCs w:val="22"/>
              </w:rPr>
              <w:t xml:space="preserve">Direct Reports: </w:t>
            </w:r>
            <w:r w:rsidRPr="007D7234">
              <w:rPr>
                <w:b w:val="0"/>
                <w:sz w:val="24"/>
                <w:szCs w:val="22"/>
              </w:rPr>
              <w:t>N/A</w:t>
            </w:r>
          </w:p>
        </w:tc>
      </w:tr>
      <w:tr w:rsidR="007D7234" w:rsidRPr="00564C21" w:rsidTr="00A631FD">
        <w:tc>
          <w:tcPr>
            <w:tcW w:w="2475" w:type="pct"/>
            <w:gridSpan w:val="2"/>
          </w:tcPr>
          <w:p w:rsidR="007D7234" w:rsidRPr="00564C21" w:rsidRDefault="007D7234" w:rsidP="00A631FD">
            <w:pPr>
              <w:pStyle w:val="Heading3"/>
              <w:spacing w:before="0" w:after="0"/>
              <w:rPr>
                <w:sz w:val="24"/>
                <w:szCs w:val="22"/>
              </w:rPr>
            </w:pPr>
            <w:r w:rsidRPr="00564C21">
              <w:rPr>
                <w:sz w:val="24"/>
                <w:szCs w:val="22"/>
              </w:rPr>
              <w:t>Functional Relationships</w:t>
            </w:r>
            <w:r w:rsidRPr="00564C21">
              <w:rPr>
                <w:b w:val="0"/>
                <w:sz w:val="24"/>
                <w:szCs w:val="22"/>
              </w:rPr>
              <w:t xml:space="preserve"> </w:t>
            </w:r>
            <w:r w:rsidRPr="00564C21">
              <w:rPr>
                <w:sz w:val="24"/>
                <w:szCs w:val="22"/>
              </w:rPr>
              <w:t>Internal:</w:t>
            </w:r>
            <w:r w:rsidRPr="00564C21">
              <w:rPr>
                <w:sz w:val="24"/>
                <w:szCs w:val="22"/>
              </w:rPr>
              <w:tab/>
            </w:r>
          </w:p>
          <w:p w:rsidR="007D7234" w:rsidRPr="00564C21" w:rsidRDefault="007D7234" w:rsidP="00A631FD"/>
          <w:p w:rsidR="007D7234" w:rsidRPr="00564C21" w:rsidRDefault="007D7234" w:rsidP="00A631FD">
            <w:pPr>
              <w:numPr>
                <w:ilvl w:val="0"/>
                <w:numId w:val="1"/>
              </w:numPr>
              <w:tabs>
                <w:tab w:val="clear" w:pos="720"/>
                <w:tab w:val="num" w:pos="252"/>
                <w:tab w:val="left" w:pos="612"/>
              </w:tabs>
              <w:ind w:hanging="720"/>
              <w:rPr>
                <w:rFonts w:cs="Arial"/>
                <w:szCs w:val="22"/>
              </w:rPr>
            </w:pPr>
            <w:r w:rsidRPr="00564C21">
              <w:rPr>
                <w:rFonts w:cs="Arial"/>
                <w:szCs w:val="22"/>
              </w:rPr>
              <w:t>Service Manager</w:t>
            </w:r>
          </w:p>
          <w:p w:rsidR="007D7234" w:rsidRPr="00564C21" w:rsidRDefault="007D7234" w:rsidP="00A631FD">
            <w:pPr>
              <w:numPr>
                <w:ilvl w:val="0"/>
                <w:numId w:val="1"/>
              </w:numPr>
              <w:tabs>
                <w:tab w:val="clear" w:pos="720"/>
                <w:tab w:val="num" w:pos="252"/>
                <w:tab w:val="left" w:pos="612"/>
              </w:tabs>
              <w:ind w:hanging="720"/>
              <w:rPr>
                <w:rFonts w:cs="Arial"/>
                <w:szCs w:val="22"/>
              </w:rPr>
            </w:pPr>
            <w:r w:rsidRPr="00564C21">
              <w:rPr>
                <w:rFonts w:cs="Arial"/>
                <w:szCs w:val="22"/>
              </w:rPr>
              <w:t>All Staff</w:t>
            </w:r>
          </w:p>
          <w:p w:rsidR="007D7234" w:rsidRPr="00564C21" w:rsidRDefault="007D7234" w:rsidP="00A631FD">
            <w:pPr>
              <w:numPr>
                <w:ilvl w:val="0"/>
                <w:numId w:val="1"/>
              </w:numPr>
              <w:tabs>
                <w:tab w:val="clear" w:pos="720"/>
                <w:tab w:val="num" w:pos="252"/>
                <w:tab w:val="left" w:pos="612"/>
              </w:tabs>
              <w:ind w:hanging="720"/>
              <w:rPr>
                <w:rFonts w:cs="Arial"/>
                <w:szCs w:val="22"/>
              </w:rPr>
            </w:pPr>
            <w:r w:rsidRPr="00564C21">
              <w:rPr>
                <w:rFonts w:cs="Arial"/>
                <w:szCs w:val="22"/>
              </w:rPr>
              <w:t>Service user’s whanau/ family &amp; significant others</w:t>
            </w:r>
          </w:p>
        </w:tc>
        <w:tc>
          <w:tcPr>
            <w:tcW w:w="2525" w:type="pct"/>
            <w:gridSpan w:val="2"/>
          </w:tcPr>
          <w:p w:rsidR="007D7234" w:rsidRPr="00564C21" w:rsidRDefault="007D7234" w:rsidP="00A631FD">
            <w:pPr>
              <w:pStyle w:val="Heading3"/>
              <w:spacing w:before="0" w:after="0"/>
              <w:rPr>
                <w:sz w:val="24"/>
                <w:szCs w:val="22"/>
              </w:rPr>
            </w:pPr>
            <w:r w:rsidRPr="00564C21">
              <w:rPr>
                <w:sz w:val="24"/>
                <w:szCs w:val="22"/>
              </w:rPr>
              <w:t>Functional Relationships</w:t>
            </w:r>
            <w:r w:rsidRPr="00564C21">
              <w:rPr>
                <w:b w:val="0"/>
                <w:sz w:val="24"/>
                <w:szCs w:val="22"/>
              </w:rPr>
              <w:t xml:space="preserve"> </w:t>
            </w:r>
            <w:r w:rsidRPr="00564C21">
              <w:rPr>
                <w:sz w:val="24"/>
                <w:szCs w:val="22"/>
              </w:rPr>
              <w:t>External:</w:t>
            </w:r>
          </w:p>
          <w:p w:rsidR="007D7234" w:rsidRPr="00564C21" w:rsidRDefault="007D7234" w:rsidP="00A631FD"/>
          <w:p w:rsidR="007D7234" w:rsidRPr="00564C21" w:rsidRDefault="007D7234" w:rsidP="00A631FD">
            <w:pPr>
              <w:numPr>
                <w:ilvl w:val="0"/>
                <w:numId w:val="2"/>
              </w:numPr>
              <w:tabs>
                <w:tab w:val="clear" w:pos="720"/>
                <w:tab w:val="num" w:pos="188"/>
              </w:tabs>
              <w:ind w:left="188" w:hanging="188"/>
              <w:rPr>
                <w:rFonts w:cs="Arial"/>
                <w:szCs w:val="22"/>
              </w:rPr>
            </w:pPr>
            <w:r w:rsidRPr="00564C21">
              <w:rPr>
                <w:rFonts w:cs="Arial"/>
                <w:szCs w:val="22"/>
              </w:rPr>
              <w:t>Service Users</w:t>
            </w:r>
          </w:p>
          <w:p w:rsidR="007D7234" w:rsidRPr="00564C21" w:rsidRDefault="007D7234" w:rsidP="00A631FD">
            <w:pPr>
              <w:numPr>
                <w:ilvl w:val="0"/>
                <w:numId w:val="2"/>
              </w:numPr>
              <w:tabs>
                <w:tab w:val="clear" w:pos="720"/>
                <w:tab w:val="num" w:pos="188"/>
              </w:tabs>
              <w:ind w:left="188" w:hanging="188"/>
              <w:rPr>
                <w:rFonts w:cs="Arial"/>
                <w:szCs w:val="22"/>
              </w:rPr>
            </w:pPr>
            <w:r w:rsidRPr="00564C21">
              <w:rPr>
                <w:rFonts w:cs="Arial"/>
                <w:szCs w:val="22"/>
              </w:rPr>
              <w:t>Local Co</w:t>
            </w:r>
            <w:r>
              <w:rPr>
                <w:rFonts w:cs="Arial"/>
                <w:szCs w:val="22"/>
              </w:rPr>
              <w:t>o</w:t>
            </w:r>
            <w:r w:rsidRPr="00564C21">
              <w:rPr>
                <w:rFonts w:cs="Arial"/>
                <w:szCs w:val="22"/>
              </w:rPr>
              <w:t>rdinating Service in WDHB</w:t>
            </w:r>
          </w:p>
          <w:p w:rsidR="007D7234" w:rsidRPr="00564C21" w:rsidRDefault="007D7234" w:rsidP="00A631FD">
            <w:pPr>
              <w:numPr>
                <w:ilvl w:val="0"/>
                <w:numId w:val="2"/>
              </w:numPr>
              <w:tabs>
                <w:tab w:val="clear" w:pos="720"/>
                <w:tab w:val="num" w:pos="188"/>
              </w:tabs>
              <w:ind w:left="188" w:hanging="188"/>
              <w:rPr>
                <w:rFonts w:cs="Arial"/>
                <w:szCs w:val="22"/>
              </w:rPr>
            </w:pPr>
            <w:r w:rsidRPr="00564C21">
              <w:rPr>
                <w:rFonts w:cs="Arial"/>
                <w:szCs w:val="22"/>
              </w:rPr>
              <w:t>NGOs</w:t>
            </w:r>
          </w:p>
          <w:p w:rsidR="007D7234" w:rsidRPr="00564C21" w:rsidRDefault="007D7234" w:rsidP="00A631FD">
            <w:pPr>
              <w:numPr>
                <w:ilvl w:val="0"/>
                <w:numId w:val="2"/>
              </w:numPr>
              <w:tabs>
                <w:tab w:val="clear" w:pos="720"/>
                <w:tab w:val="num" w:pos="188"/>
              </w:tabs>
              <w:ind w:left="188" w:hanging="188"/>
              <w:rPr>
                <w:rFonts w:cs="Arial"/>
                <w:szCs w:val="22"/>
              </w:rPr>
            </w:pPr>
            <w:r w:rsidRPr="00564C21">
              <w:rPr>
                <w:rFonts w:cs="Arial"/>
                <w:szCs w:val="22"/>
              </w:rPr>
              <w:t>Community networks</w:t>
            </w:r>
          </w:p>
          <w:p w:rsidR="007D7234" w:rsidRPr="00564C21" w:rsidRDefault="007D7234" w:rsidP="00A631FD">
            <w:pPr>
              <w:numPr>
                <w:ilvl w:val="0"/>
                <w:numId w:val="2"/>
              </w:numPr>
              <w:tabs>
                <w:tab w:val="clear" w:pos="720"/>
                <w:tab w:val="num" w:pos="188"/>
              </w:tabs>
              <w:ind w:left="188" w:hanging="188"/>
              <w:rPr>
                <w:rFonts w:cs="Arial"/>
                <w:szCs w:val="22"/>
              </w:rPr>
            </w:pPr>
            <w:r w:rsidRPr="00564C21">
              <w:rPr>
                <w:rFonts w:cs="Arial"/>
                <w:szCs w:val="22"/>
              </w:rPr>
              <w:t>Service User’s whanau/family &amp; significant others</w:t>
            </w:r>
          </w:p>
          <w:p w:rsidR="007D7234" w:rsidRPr="00564C21" w:rsidRDefault="007D7234" w:rsidP="00A631FD">
            <w:pPr>
              <w:numPr>
                <w:ilvl w:val="0"/>
                <w:numId w:val="2"/>
              </w:numPr>
              <w:tabs>
                <w:tab w:val="clear" w:pos="720"/>
                <w:tab w:val="num" w:pos="188"/>
              </w:tabs>
              <w:ind w:left="188" w:hanging="188"/>
              <w:rPr>
                <w:rFonts w:cs="Arial"/>
                <w:szCs w:val="22"/>
              </w:rPr>
            </w:pPr>
            <w:r w:rsidRPr="00564C21">
              <w:rPr>
                <w:rFonts w:cs="Arial"/>
                <w:szCs w:val="22"/>
              </w:rPr>
              <w:t>Clinical Teams In the WDHB and ADHB</w:t>
            </w:r>
          </w:p>
          <w:p w:rsidR="007D7234" w:rsidRPr="00564C21" w:rsidRDefault="007D7234" w:rsidP="00A631FD">
            <w:pPr>
              <w:ind w:left="188"/>
              <w:rPr>
                <w:rFonts w:cs="Arial"/>
                <w:szCs w:val="22"/>
              </w:rPr>
            </w:pPr>
          </w:p>
        </w:tc>
      </w:tr>
      <w:tr w:rsidR="007D7234" w:rsidRPr="00564C21" w:rsidTr="00A631FD">
        <w:tc>
          <w:tcPr>
            <w:tcW w:w="5000" w:type="pct"/>
            <w:gridSpan w:val="4"/>
          </w:tcPr>
          <w:p w:rsidR="007D7234" w:rsidRPr="00564C21" w:rsidRDefault="007D7234" w:rsidP="00A631FD">
            <w:pPr>
              <w:pStyle w:val="Heading3"/>
              <w:spacing w:before="0" w:after="0"/>
              <w:rPr>
                <w:sz w:val="24"/>
                <w:szCs w:val="22"/>
              </w:rPr>
            </w:pPr>
            <w:r w:rsidRPr="00564C21">
              <w:rPr>
                <w:sz w:val="24"/>
                <w:szCs w:val="22"/>
              </w:rPr>
              <w:t>Primary Objective(s):</w:t>
            </w:r>
          </w:p>
          <w:p w:rsidR="007D7234" w:rsidRPr="00564C21" w:rsidRDefault="007D7234" w:rsidP="00A631FD"/>
          <w:p w:rsidR="007D7234" w:rsidRPr="00564C21" w:rsidRDefault="007D7234" w:rsidP="00A631FD">
            <w:pPr>
              <w:pStyle w:val="Heading3"/>
              <w:spacing w:before="0" w:after="0"/>
              <w:rPr>
                <w:sz w:val="24"/>
                <w:szCs w:val="22"/>
              </w:rPr>
            </w:pPr>
            <w:r w:rsidRPr="00564C21">
              <w:rPr>
                <w:sz w:val="24"/>
              </w:rPr>
              <w:t xml:space="preserve">The role of the Support Worker is to support service users to achieve the optimal level of wellness, functioning and quality of life. This will be achieved by appropriate use of assessment, practical support skills, advocacy and co-ordination.  High quality service will be provided </w:t>
            </w:r>
            <w:r w:rsidRPr="00564C21">
              <w:rPr>
                <w:sz w:val="24"/>
                <w:szCs w:val="22"/>
              </w:rPr>
              <w:t>in line with our vision: in partnership towards healthy communities and our mission: People living satisfying lives of their choice.</w:t>
            </w:r>
          </w:p>
          <w:p w:rsidR="007D7234" w:rsidRPr="00564C21" w:rsidRDefault="007D7234" w:rsidP="00A631FD"/>
        </w:tc>
      </w:tr>
      <w:tr w:rsidR="007D7234" w:rsidRPr="00564C21" w:rsidTr="00A631FD">
        <w:tblPrEx>
          <w:tblLook w:val="0000" w:firstRow="0" w:lastRow="0" w:firstColumn="0" w:lastColumn="0" w:noHBand="0" w:noVBand="0"/>
        </w:tblPrEx>
        <w:tc>
          <w:tcPr>
            <w:tcW w:w="993" w:type="pct"/>
            <w:tcBorders>
              <w:bottom w:val="nil"/>
            </w:tcBorders>
            <w:shd w:val="clear" w:color="auto" w:fill="000000"/>
          </w:tcPr>
          <w:p w:rsidR="007D7234" w:rsidRPr="00564C21" w:rsidRDefault="007D7234" w:rsidP="00A631FD">
            <w:pPr>
              <w:pStyle w:val="Heading1"/>
              <w:spacing w:before="0" w:after="120"/>
              <w:rPr>
                <w:rFonts w:ascii="Arial" w:hAnsi="Arial" w:cs="Arial"/>
                <w:bCs/>
                <w:color w:val="auto"/>
                <w:sz w:val="24"/>
                <w:szCs w:val="22"/>
              </w:rPr>
            </w:pPr>
            <w:r w:rsidRPr="00564C21">
              <w:rPr>
                <w:rFonts w:ascii="Arial" w:hAnsi="Arial" w:cs="Arial"/>
                <w:bCs/>
                <w:color w:val="auto"/>
                <w:sz w:val="24"/>
                <w:szCs w:val="22"/>
              </w:rPr>
              <w:t>Key Result Areas</w:t>
            </w:r>
          </w:p>
        </w:tc>
        <w:tc>
          <w:tcPr>
            <w:tcW w:w="2695" w:type="pct"/>
            <w:gridSpan w:val="2"/>
            <w:tcBorders>
              <w:bottom w:val="nil"/>
            </w:tcBorders>
            <w:shd w:val="clear" w:color="auto" w:fill="000000"/>
          </w:tcPr>
          <w:p w:rsidR="007D7234" w:rsidRPr="00564C21" w:rsidRDefault="007D7234" w:rsidP="00A631FD">
            <w:pPr>
              <w:pStyle w:val="Heading4"/>
              <w:spacing w:before="0" w:after="120"/>
              <w:jc w:val="center"/>
              <w:rPr>
                <w:rFonts w:ascii="Arial" w:hAnsi="Arial" w:cs="Arial"/>
                <w:sz w:val="24"/>
                <w:szCs w:val="22"/>
              </w:rPr>
            </w:pPr>
            <w:r w:rsidRPr="00564C21">
              <w:rPr>
                <w:rFonts w:ascii="Arial" w:hAnsi="Arial" w:cs="Arial"/>
                <w:sz w:val="24"/>
                <w:szCs w:val="22"/>
              </w:rPr>
              <w:t>Key Tasks</w:t>
            </w:r>
          </w:p>
        </w:tc>
        <w:tc>
          <w:tcPr>
            <w:tcW w:w="1312" w:type="pct"/>
            <w:tcBorders>
              <w:bottom w:val="nil"/>
            </w:tcBorders>
            <w:shd w:val="clear" w:color="auto" w:fill="000000"/>
          </w:tcPr>
          <w:p w:rsidR="007D7234" w:rsidRPr="00564C21" w:rsidRDefault="007D7234" w:rsidP="00A631FD">
            <w:pPr>
              <w:pStyle w:val="Heading4"/>
              <w:spacing w:before="0" w:after="120"/>
              <w:jc w:val="center"/>
              <w:rPr>
                <w:rFonts w:ascii="Arial" w:hAnsi="Arial" w:cs="Arial"/>
                <w:sz w:val="24"/>
                <w:szCs w:val="22"/>
              </w:rPr>
            </w:pPr>
            <w:r w:rsidRPr="00564C21">
              <w:rPr>
                <w:rFonts w:ascii="Arial" w:hAnsi="Arial" w:cs="Arial"/>
                <w:sz w:val="24"/>
                <w:szCs w:val="22"/>
              </w:rPr>
              <w:t>KPIs</w:t>
            </w:r>
          </w:p>
        </w:tc>
      </w:tr>
      <w:tr w:rsidR="007D7234" w:rsidRPr="00564C21" w:rsidTr="00A631FD">
        <w:tblPrEx>
          <w:tblLook w:val="0000" w:firstRow="0" w:lastRow="0" w:firstColumn="0" w:lastColumn="0" w:noHBand="0" w:noVBand="0"/>
        </w:tblPrEx>
        <w:trPr>
          <w:trHeight w:val="953"/>
        </w:trPr>
        <w:tc>
          <w:tcPr>
            <w:tcW w:w="993"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Direct client work (within scope of practice)</w:t>
            </w:r>
          </w:p>
          <w:p w:rsidR="007D7234" w:rsidRPr="00564C21" w:rsidRDefault="007D7234" w:rsidP="00A631FD">
            <w:pPr>
              <w:spacing w:after="120"/>
            </w:pPr>
          </w:p>
        </w:tc>
        <w:tc>
          <w:tcPr>
            <w:tcW w:w="2695" w:type="pct"/>
            <w:gridSpan w:val="2"/>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 xml:space="preserve">Delivers Community Support effectively to an identified caseload.  </w:t>
            </w:r>
          </w:p>
          <w:p w:rsidR="007D7234" w:rsidRPr="00564C21" w:rsidRDefault="007D7234" w:rsidP="00A631FD">
            <w:pPr>
              <w:spacing w:after="120"/>
            </w:pPr>
            <w:r w:rsidRPr="00564C21">
              <w:t>This service assists the person in determining their goals and aspirations, skill development and support needs. This information is used to ensure that services are individualised, service-user centred and achieve optimal wellbeing, functioning and quality of life.</w:t>
            </w:r>
          </w:p>
          <w:p w:rsidR="007D7234" w:rsidRPr="00564C21" w:rsidRDefault="007D7234" w:rsidP="00A631FD">
            <w:pPr>
              <w:spacing w:after="120"/>
            </w:pPr>
            <w:r w:rsidRPr="00564C21">
              <w:t xml:space="preserve">Support will include listening, guided reflection, problem solving, advice and guidance, encouragement, motivation,  </w:t>
            </w:r>
            <w:r w:rsidRPr="00564C21">
              <w:lastRenderedPageBreak/>
              <w:t>skills building, personal development with, doing tasks with, and resourcing.</w:t>
            </w:r>
          </w:p>
          <w:p w:rsidR="007D7234" w:rsidRPr="00564C21" w:rsidRDefault="007D7234" w:rsidP="00A631FD">
            <w:pPr>
              <w:spacing w:after="120"/>
            </w:pPr>
            <w:r w:rsidRPr="00564C21">
              <w:t>Advocacy will include supporting service users to build skills in self-advocacy, providing advocacy with or for service-users when required and supporting service users to access advocacy services.</w:t>
            </w:r>
          </w:p>
          <w:p w:rsidR="007D7234" w:rsidRPr="00564C21" w:rsidRDefault="007D7234" w:rsidP="00A631FD">
            <w:pPr>
              <w:spacing w:after="120"/>
            </w:pPr>
            <w:r w:rsidRPr="00564C21">
              <w:t>Co-ordination will include facilitating communication and feedback between the person,  family/ whanau, the community, the services and resources that they wish to access and use.</w:t>
            </w:r>
          </w:p>
          <w:p w:rsidR="007D7234" w:rsidRPr="00564C21" w:rsidRDefault="007D7234" w:rsidP="00A631FD">
            <w:pPr>
              <w:spacing w:after="120"/>
            </w:pPr>
            <w:r w:rsidRPr="00564C21">
              <w:t xml:space="preserve">Supports service users to manage household </w:t>
            </w:r>
            <w:proofErr w:type="spellStart"/>
            <w:r w:rsidRPr="00564C21">
              <w:t>duties,personal</w:t>
            </w:r>
            <w:proofErr w:type="spellEnd"/>
            <w:r w:rsidRPr="00564C21">
              <w:t xml:space="preserve"> cares and accessing community activities, health, education, pre-vocational, and welfare services as required.</w:t>
            </w:r>
          </w:p>
          <w:p w:rsidR="007D7234" w:rsidRPr="00564C21" w:rsidRDefault="007D7234" w:rsidP="00A631FD">
            <w:r w:rsidRPr="00564C21">
              <w:t>Completes Service User Pathway documentation diligently and within timeframes specified in Client Pathway Policy and Procedures including</w:t>
            </w:r>
          </w:p>
          <w:p w:rsidR="007D7234" w:rsidRPr="00564C21" w:rsidRDefault="007D7234" w:rsidP="00A631FD">
            <w:pPr>
              <w:numPr>
                <w:ilvl w:val="0"/>
                <w:numId w:val="3"/>
              </w:numPr>
            </w:pPr>
            <w:r w:rsidRPr="00564C21">
              <w:t>Support Needs Assessment</w:t>
            </w:r>
          </w:p>
          <w:p w:rsidR="007D7234" w:rsidRPr="00564C21" w:rsidRDefault="007D7234" w:rsidP="00A631FD">
            <w:pPr>
              <w:numPr>
                <w:ilvl w:val="0"/>
                <w:numId w:val="3"/>
              </w:numPr>
            </w:pPr>
            <w:r w:rsidRPr="00564C21">
              <w:t>Support Planning</w:t>
            </w:r>
          </w:p>
          <w:p w:rsidR="007D7234" w:rsidRPr="00564C21" w:rsidRDefault="007D7234" w:rsidP="00A631FD">
            <w:pPr>
              <w:numPr>
                <w:ilvl w:val="0"/>
                <w:numId w:val="3"/>
              </w:numPr>
            </w:pPr>
            <w:r w:rsidRPr="00564C21">
              <w:t>Early Warning signs / WRAP</w:t>
            </w:r>
          </w:p>
          <w:p w:rsidR="007D7234" w:rsidRPr="00564C21" w:rsidRDefault="007D7234" w:rsidP="00A631FD">
            <w:pPr>
              <w:numPr>
                <w:ilvl w:val="0"/>
                <w:numId w:val="3"/>
              </w:numPr>
            </w:pPr>
            <w:r w:rsidRPr="00564C21">
              <w:t>Risk Assessment</w:t>
            </w:r>
          </w:p>
          <w:p w:rsidR="007D7234" w:rsidRPr="00564C21" w:rsidRDefault="007D7234" w:rsidP="00A631FD">
            <w:pPr>
              <w:numPr>
                <w:ilvl w:val="0"/>
                <w:numId w:val="3"/>
              </w:numPr>
            </w:pPr>
            <w:r w:rsidRPr="00564C21">
              <w:t>In-depth reviews</w:t>
            </w:r>
          </w:p>
          <w:p w:rsidR="007D7234" w:rsidRPr="00564C21" w:rsidRDefault="007D7234" w:rsidP="00A631FD">
            <w:pPr>
              <w:numPr>
                <w:ilvl w:val="0"/>
                <w:numId w:val="3"/>
              </w:numPr>
              <w:spacing w:after="120"/>
            </w:pPr>
            <w:r w:rsidRPr="00564C21">
              <w:t>Service user profiles.</w:t>
            </w:r>
          </w:p>
          <w:p w:rsidR="007D7234" w:rsidRPr="00564C21" w:rsidRDefault="007D7234" w:rsidP="00A631FD">
            <w:pPr>
              <w:spacing w:after="120"/>
            </w:pPr>
            <w:r w:rsidRPr="00564C21">
              <w:t xml:space="preserve">Short/ long term goals are identified in partnership, these will be achievable and measureable within a six month </w:t>
            </w:r>
            <w:proofErr w:type="spellStart"/>
            <w:r w:rsidRPr="00564C21">
              <w:t>period.This</w:t>
            </w:r>
            <w:proofErr w:type="spellEnd"/>
            <w:r w:rsidRPr="00564C21">
              <w:t xml:space="preserve"> is a mobile service. Visits will be arranged by mutual agreement between the Service User and support worker with some flexibility to allow for unexpected needs.</w:t>
            </w:r>
          </w:p>
        </w:tc>
        <w:tc>
          <w:tcPr>
            <w:tcW w:w="1312"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lastRenderedPageBreak/>
              <w:t xml:space="preserve">100% of client pathway documentation (or agreed alternative) will be up to date, comprehensive and promote recovery </w:t>
            </w:r>
          </w:p>
          <w:p w:rsidR="007D7234" w:rsidRPr="00564C21" w:rsidRDefault="007D7234" w:rsidP="00A631FD">
            <w:pPr>
              <w:pStyle w:val="Heading1"/>
              <w:spacing w:before="0" w:after="120"/>
              <w:rPr>
                <w:rFonts w:ascii="Arial" w:hAnsi="Arial"/>
                <w:b/>
                <w:color w:val="auto"/>
                <w:sz w:val="24"/>
              </w:rPr>
            </w:pPr>
          </w:p>
        </w:tc>
      </w:tr>
      <w:tr w:rsidR="007D7234" w:rsidRPr="00564C21" w:rsidTr="00A631FD">
        <w:tblPrEx>
          <w:tblLook w:val="0000" w:firstRow="0" w:lastRow="0" w:firstColumn="0" w:lastColumn="0" w:noHBand="0" w:noVBand="0"/>
        </w:tblPrEx>
        <w:trPr>
          <w:trHeight w:val="953"/>
        </w:trPr>
        <w:tc>
          <w:tcPr>
            <w:tcW w:w="993"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Provide information to service users to comply with Health and Disability Standards</w:t>
            </w:r>
          </w:p>
        </w:tc>
        <w:tc>
          <w:tcPr>
            <w:tcW w:w="2695" w:type="pct"/>
            <w:gridSpan w:val="2"/>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Privacy &amp; Consent forms, Have your say, Health &amp; disability (Code of rights), information about advocates are provided to service users</w:t>
            </w:r>
          </w:p>
        </w:tc>
        <w:tc>
          <w:tcPr>
            <w:tcW w:w="1312"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t xml:space="preserve">100% of service users records include signed evidence that this information has been provided. </w:t>
            </w:r>
          </w:p>
        </w:tc>
      </w:tr>
      <w:tr w:rsidR="007D7234" w:rsidRPr="00564C21" w:rsidTr="00A631FD">
        <w:tblPrEx>
          <w:tblLook w:val="0000" w:firstRow="0" w:lastRow="0" w:firstColumn="0" w:lastColumn="0" w:noHBand="0" w:noVBand="0"/>
        </w:tblPrEx>
        <w:trPr>
          <w:trHeight w:val="691"/>
        </w:trPr>
        <w:tc>
          <w:tcPr>
            <w:tcW w:w="993"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 xml:space="preserve">Service users are supported to access services </w:t>
            </w:r>
            <w:r w:rsidRPr="00564C21">
              <w:lastRenderedPageBreak/>
              <w:t>and natural supports within the community where appropriate</w:t>
            </w:r>
          </w:p>
        </w:tc>
        <w:tc>
          <w:tcPr>
            <w:tcW w:w="2695" w:type="pct"/>
            <w:gridSpan w:val="2"/>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lastRenderedPageBreak/>
              <w:t xml:space="preserve">Works with service user to identify ways in which they might like or need to access community services, resources and </w:t>
            </w:r>
            <w:r w:rsidRPr="00564C21">
              <w:lastRenderedPageBreak/>
              <w:t>networks. Assists service user to access the appropriate community services, resources and networks.</w:t>
            </w:r>
          </w:p>
          <w:p w:rsidR="007D7234" w:rsidRPr="00564C21" w:rsidRDefault="007D7234" w:rsidP="00A631FD">
            <w:pPr>
              <w:spacing w:after="120"/>
            </w:pPr>
            <w:proofErr w:type="spellStart"/>
            <w:r w:rsidRPr="00564C21">
              <w:t>Identifes</w:t>
            </w:r>
            <w:proofErr w:type="spellEnd"/>
            <w:r w:rsidRPr="00564C21">
              <w:t xml:space="preserve"> barriers to accessing community development and addressing these through support plans.</w:t>
            </w:r>
          </w:p>
          <w:p w:rsidR="007D7234" w:rsidRPr="00564C21" w:rsidRDefault="007D7234" w:rsidP="00A631FD">
            <w:pPr>
              <w:spacing w:after="120"/>
            </w:pPr>
            <w:r w:rsidRPr="00564C21">
              <w:t>Accesses Community Development co-ordinators for support where required</w:t>
            </w:r>
          </w:p>
        </w:tc>
        <w:tc>
          <w:tcPr>
            <w:tcW w:w="1312"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lastRenderedPageBreak/>
              <w:t xml:space="preserve">50% of service users on the caseload have </w:t>
            </w:r>
            <w:r w:rsidRPr="00564C21">
              <w:rPr>
                <w:rFonts w:ascii="Arial" w:hAnsi="Arial"/>
                <w:b/>
                <w:color w:val="auto"/>
                <w:sz w:val="24"/>
              </w:rPr>
              <w:lastRenderedPageBreak/>
              <w:t xml:space="preserve">been supported to develop and access services and /or build natural supports </w:t>
            </w:r>
          </w:p>
        </w:tc>
      </w:tr>
      <w:tr w:rsidR="007D7234" w:rsidRPr="00564C21" w:rsidTr="00A631FD">
        <w:tblPrEx>
          <w:tblLook w:val="0000" w:firstRow="0" w:lastRow="0" w:firstColumn="0" w:lastColumn="0" w:noHBand="0" w:noVBand="0"/>
        </w:tblPrEx>
        <w:trPr>
          <w:trHeight w:val="953"/>
        </w:trPr>
        <w:tc>
          <w:tcPr>
            <w:tcW w:w="993"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lastRenderedPageBreak/>
              <w:t>Service user participation</w:t>
            </w:r>
          </w:p>
        </w:tc>
        <w:tc>
          <w:tcPr>
            <w:tcW w:w="2695" w:type="pct"/>
            <w:gridSpan w:val="2"/>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 xml:space="preserve">Ensures that service users and their family / whanau are facilitated to feedback about the services that they </w:t>
            </w:r>
            <w:proofErr w:type="spellStart"/>
            <w:r w:rsidRPr="00564C21">
              <w:t>recieve</w:t>
            </w:r>
            <w:proofErr w:type="spellEnd"/>
          </w:p>
          <w:p w:rsidR="007D7234" w:rsidRPr="00564C21" w:rsidRDefault="007D7234" w:rsidP="00A631FD">
            <w:pPr>
              <w:spacing w:after="120"/>
            </w:pPr>
            <w:r w:rsidRPr="00564C21">
              <w:t xml:space="preserve">Gives information, opportunity and encouragement to participate in all areas of service delivery and development. </w:t>
            </w:r>
          </w:p>
          <w:p w:rsidR="007D7234" w:rsidRPr="00564C21" w:rsidRDefault="007D7234" w:rsidP="00A631FD">
            <w:pPr>
              <w:spacing w:after="120"/>
            </w:pPr>
          </w:p>
        </w:tc>
        <w:tc>
          <w:tcPr>
            <w:tcW w:w="1312"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t>Service user forum</w:t>
            </w:r>
          </w:p>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t>Audits</w:t>
            </w:r>
          </w:p>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t>Business Planning</w:t>
            </w:r>
          </w:p>
        </w:tc>
      </w:tr>
      <w:tr w:rsidR="007D7234" w:rsidRPr="00564C21" w:rsidTr="00A631FD">
        <w:tblPrEx>
          <w:tblLook w:val="0000" w:firstRow="0" w:lastRow="0" w:firstColumn="0" w:lastColumn="0" w:noHBand="0" w:noVBand="0"/>
        </w:tblPrEx>
        <w:trPr>
          <w:trHeight w:val="953"/>
        </w:trPr>
        <w:tc>
          <w:tcPr>
            <w:tcW w:w="993"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proofErr w:type="spellStart"/>
            <w:r w:rsidRPr="00564C21">
              <w:t>FamilyWhanau</w:t>
            </w:r>
            <w:proofErr w:type="spellEnd"/>
            <w:r w:rsidRPr="00564C21">
              <w:t xml:space="preserve"> inclusion</w:t>
            </w:r>
          </w:p>
        </w:tc>
        <w:tc>
          <w:tcPr>
            <w:tcW w:w="2695" w:type="pct"/>
            <w:gridSpan w:val="2"/>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Where the service user agrees, family/whanau are given information, opportunity and encouragement to participate in planning and reviewing service delivery to their loved one</w:t>
            </w:r>
          </w:p>
          <w:p w:rsidR="007D7234" w:rsidRPr="00564C21" w:rsidRDefault="007D7234" w:rsidP="00A631FD">
            <w:pPr>
              <w:spacing w:after="120"/>
            </w:pPr>
            <w:r w:rsidRPr="00564C21">
              <w:t>Family/whanau are given information, opportunity and encouragement to participate in service and organisational development and delivery.</w:t>
            </w:r>
          </w:p>
          <w:p w:rsidR="007D7234" w:rsidRPr="00564C21" w:rsidRDefault="007D7234" w:rsidP="00A631FD">
            <w:pPr>
              <w:spacing w:after="120"/>
            </w:pPr>
          </w:p>
        </w:tc>
        <w:tc>
          <w:tcPr>
            <w:tcW w:w="1312"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t>100% of family/whanau receive information about the Family Forum and Family support groups</w:t>
            </w:r>
          </w:p>
        </w:tc>
      </w:tr>
      <w:tr w:rsidR="007D7234" w:rsidRPr="00564C21" w:rsidTr="00A631FD">
        <w:tblPrEx>
          <w:tblLook w:val="0000" w:firstRow="0" w:lastRow="0" w:firstColumn="0" w:lastColumn="0" w:noHBand="0" w:noVBand="0"/>
        </w:tblPrEx>
        <w:trPr>
          <w:trHeight w:val="953"/>
        </w:trPr>
        <w:tc>
          <w:tcPr>
            <w:tcW w:w="993"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Cultural Responsiveness</w:t>
            </w:r>
          </w:p>
        </w:tc>
        <w:tc>
          <w:tcPr>
            <w:tcW w:w="2695" w:type="pct"/>
            <w:gridSpan w:val="2"/>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Delivers services that are responsive to the needs, values, and beliefs of the cultural, religious, social, and/or ethnic group with which each service user identifies</w:t>
            </w:r>
          </w:p>
        </w:tc>
        <w:tc>
          <w:tcPr>
            <w:tcW w:w="1312"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t>Service Audit demonstrates that Service users are receiving culturally sensitive services</w:t>
            </w:r>
          </w:p>
          <w:p w:rsidR="007D7234" w:rsidRPr="00564C21" w:rsidRDefault="007D7234" w:rsidP="00A631FD">
            <w:pPr>
              <w:pStyle w:val="Heading1"/>
              <w:spacing w:before="0" w:after="120"/>
              <w:rPr>
                <w:rFonts w:ascii="Arial" w:hAnsi="Arial"/>
                <w:b/>
                <w:color w:val="auto"/>
                <w:sz w:val="24"/>
              </w:rPr>
            </w:pPr>
          </w:p>
        </w:tc>
      </w:tr>
      <w:tr w:rsidR="007D7234" w:rsidRPr="00564C21" w:rsidTr="00A631FD">
        <w:tblPrEx>
          <w:tblLook w:val="0000" w:firstRow="0" w:lastRow="0" w:firstColumn="0" w:lastColumn="0" w:noHBand="0" w:noVBand="0"/>
        </w:tblPrEx>
        <w:trPr>
          <w:trHeight w:val="953"/>
        </w:trPr>
        <w:tc>
          <w:tcPr>
            <w:tcW w:w="993"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Maintaining strong links with relevant networks</w:t>
            </w:r>
          </w:p>
        </w:tc>
        <w:tc>
          <w:tcPr>
            <w:tcW w:w="2695" w:type="pct"/>
            <w:gridSpan w:val="2"/>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 xml:space="preserve">Builds relationships with stakeholders including CMHC, GP, Acute services, and other MH providers/ services </w:t>
            </w:r>
            <w:proofErr w:type="spellStart"/>
            <w:r w:rsidRPr="00564C21">
              <w:t>eg</w:t>
            </w:r>
            <w:proofErr w:type="spellEnd"/>
            <w:r w:rsidRPr="00564C21">
              <w:t xml:space="preserve"> Shared Vision, Raeburn house.</w:t>
            </w:r>
          </w:p>
          <w:p w:rsidR="007D7234" w:rsidRPr="00564C21" w:rsidRDefault="007D7234" w:rsidP="00A631FD">
            <w:pPr>
              <w:spacing w:after="120"/>
            </w:pPr>
            <w:r w:rsidRPr="00564C21">
              <w:t>Provides organisational and service information to forums in the knowledge that this leads to intangible benefits including better relationships and service to potential service users.</w:t>
            </w:r>
          </w:p>
          <w:p w:rsidR="007D7234" w:rsidRPr="00564C21" w:rsidRDefault="007D7234" w:rsidP="00A631FD">
            <w:pPr>
              <w:spacing w:after="120"/>
            </w:pPr>
          </w:p>
        </w:tc>
        <w:tc>
          <w:tcPr>
            <w:tcW w:w="1312"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t>Feedback from external services and networks indicates strong professional relationships</w:t>
            </w:r>
          </w:p>
        </w:tc>
      </w:tr>
      <w:tr w:rsidR="007D7234" w:rsidRPr="00564C21" w:rsidTr="00A631FD">
        <w:tblPrEx>
          <w:tblLook w:val="0000" w:firstRow="0" w:lastRow="0" w:firstColumn="0" w:lastColumn="0" w:noHBand="0" w:noVBand="0"/>
        </w:tblPrEx>
        <w:trPr>
          <w:trHeight w:val="953"/>
        </w:trPr>
        <w:tc>
          <w:tcPr>
            <w:tcW w:w="993" w:type="pct"/>
            <w:tcBorders>
              <w:top w:val="single" w:sz="8" w:space="0" w:color="auto"/>
              <w:left w:val="single" w:sz="8" w:space="0" w:color="auto"/>
              <w:bottom w:val="single" w:sz="8" w:space="0" w:color="auto"/>
              <w:right w:val="single" w:sz="8" w:space="0" w:color="auto"/>
            </w:tcBorders>
          </w:tcPr>
          <w:p w:rsidR="007D7234" w:rsidRPr="00564C21" w:rsidRDefault="007D7234" w:rsidP="007D7234">
            <w:pPr>
              <w:spacing w:after="120"/>
            </w:pPr>
            <w:r w:rsidRPr="00564C21">
              <w:lastRenderedPageBreak/>
              <w:t>Demonstrate saf</w:t>
            </w:r>
            <w:r>
              <w:t>ety wellbeing and success of Ember</w:t>
            </w:r>
          </w:p>
        </w:tc>
        <w:tc>
          <w:tcPr>
            <w:tcW w:w="2695" w:type="pct"/>
            <w:gridSpan w:val="2"/>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Demonstrates familiarity with policies and procedures manual and Safe practice guidelines</w:t>
            </w:r>
          </w:p>
          <w:p w:rsidR="007D7234" w:rsidRPr="00564C21" w:rsidRDefault="007D7234" w:rsidP="00A631FD">
            <w:pPr>
              <w:spacing w:after="120"/>
            </w:pPr>
            <w:r w:rsidRPr="00564C21">
              <w:t>Contributes to staff meetings  and participates in training (where unable takes responsibility for updating self)</w:t>
            </w:r>
          </w:p>
          <w:p w:rsidR="007D7234" w:rsidRPr="00564C21" w:rsidRDefault="007D7234" w:rsidP="00A631FD">
            <w:pPr>
              <w:spacing w:after="120"/>
            </w:pPr>
            <w:r w:rsidRPr="00564C21">
              <w:t>Participates in t</w:t>
            </w:r>
            <w:r>
              <w:t>he development and planning of Ember</w:t>
            </w:r>
            <w:r w:rsidRPr="00564C21">
              <w:t xml:space="preserve"> services (business plans)</w:t>
            </w:r>
          </w:p>
          <w:p w:rsidR="007D7234" w:rsidRPr="00564C21" w:rsidRDefault="007D7234" w:rsidP="00A631FD">
            <w:pPr>
              <w:spacing w:after="120"/>
            </w:pPr>
          </w:p>
        </w:tc>
        <w:tc>
          <w:tcPr>
            <w:tcW w:w="1312"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t>Attend staff meetings and POD meetings.</w:t>
            </w:r>
          </w:p>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t>All practice is informed b</w:t>
            </w:r>
            <w:r>
              <w:rPr>
                <w:rFonts w:ascii="Arial" w:hAnsi="Arial"/>
                <w:b/>
                <w:color w:val="auto"/>
                <w:sz w:val="24"/>
              </w:rPr>
              <w:t>y the guidelines prescribed in Ember</w:t>
            </w:r>
            <w:r w:rsidRPr="00564C21">
              <w:rPr>
                <w:rFonts w:ascii="Arial" w:hAnsi="Arial"/>
                <w:b/>
                <w:color w:val="auto"/>
                <w:sz w:val="24"/>
              </w:rPr>
              <w:t xml:space="preserve">  P &amp; P manual.</w:t>
            </w:r>
          </w:p>
          <w:p w:rsidR="007D7234" w:rsidRPr="00564C21" w:rsidRDefault="007D7234" w:rsidP="00A631FD">
            <w:pPr>
              <w:pStyle w:val="Heading1"/>
              <w:spacing w:before="0" w:after="120"/>
              <w:rPr>
                <w:rFonts w:ascii="Arial" w:hAnsi="Arial"/>
                <w:b/>
                <w:color w:val="auto"/>
                <w:sz w:val="24"/>
              </w:rPr>
            </w:pPr>
            <w:r w:rsidRPr="00564C21">
              <w:rPr>
                <w:rFonts w:ascii="Arial" w:hAnsi="Arial"/>
                <w:b/>
                <w:color w:val="auto"/>
                <w:sz w:val="24"/>
              </w:rPr>
              <w:t>Each member of staff contributes to and assumes responsibility of an effective working team.</w:t>
            </w:r>
          </w:p>
        </w:tc>
      </w:tr>
      <w:tr w:rsidR="007D7234" w:rsidRPr="00564C21" w:rsidTr="00A631FD">
        <w:tblPrEx>
          <w:tblLook w:val="0000" w:firstRow="0" w:lastRow="0" w:firstColumn="0" w:lastColumn="0" w:noHBand="0" w:noVBand="0"/>
        </w:tblPrEx>
        <w:trPr>
          <w:trHeight w:val="754"/>
        </w:trPr>
        <w:tc>
          <w:tcPr>
            <w:tcW w:w="993"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Participates in training and supervision</w:t>
            </w:r>
          </w:p>
        </w:tc>
        <w:tc>
          <w:tcPr>
            <w:tcW w:w="2695" w:type="pct"/>
            <w:gridSpan w:val="2"/>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Attends Core training</w:t>
            </w:r>
          </w:p>
          <w:p w:rsidR="007D7234" w:rsidRPr="00564C21" w:rsidRDefault="007D7234" w:rsidP="00A631FD">
            <w:pPr>
              <w:spacing w:after="120"/>
            </w:pPr>
            <w:r w:rsidRPr="00564C21">
              <w:t>Attends fortnightly supervision and monthly external supervision</w:t>
            </w:r>
          </w:p>
          <w:p w:rsidR="007D7234" w:rsidRPr="00564C21" w:rsidRDefault="007D7234" w:rsidP="00A631FD">
            <w:pPr>
              <w:spacing w:after="120"/>
            </w:pPr>
            <w:r w:rsidRPr="00564C21">
              <w:t xml:space="preserve">Identifies and plans training needs during personal development review and supervision </w:t>
            </w:r>
          </w:p>
        </w:tc>
        <w:tc>
          <w:tcPr>
            <w:tcW w:w="1312"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Attendance at team meetings and full staff meetings</w:t>
            </w:r>
          </w:p>
          <w:p w:rsidR="007D7234" w:rsidRPr="00564C21" w:rsidRDefault="007D7234" w:rsidP="00A631FD">
            <w:pPr>
              <w:spacing w:after="120"/>
            </w:pPr>
            <w:r w:rsidRPr="00564C21">
              <w:t>Completes Personal Development plans annually.</w:t>
            </w:r>
          </w:p>
        </w:tc>
      </w:tr>
      <w:tr w:rsidR="007D7234" w:rsidRPr="00564C21" w:rsidTr="00A631FD">
        <w:tblPrEx>
          <w:tblLook w:val="0000" w:firstRow="0" w:lastRow="0" w:firstColumn="0" w:lastColumn="0" w:noHBand="0" w:noVBand="0"/>
        </w:tblPrEx>
        <w:trPr>
          <w:trHeight w:val="871"/>
        </w:trPr>
        <w:tc>
          <w:tcPr>
            <w:tcW w:w="993" w:type="pct"/>
            <w:tcBorders>
              <w:top w:val="single" w:sz="8" w:space="0" w:color="auto"/>
              <w:left w:val="single" w:sz="8" w:space="0" w:color="auto"/>
              <w:bottom w:val="single" w:sz="8" w:space="0" w:color="auto"/>
              <w:right w:val="single" w:sz="8" w:space="0" w:color="auto"/>
            </w:tcBorders>
          </w:tcPr>
          <w:p w:rsidR="007D7234" w:rsidRPr="00564C21" w:rsidRDefault="007D7234" w:rsidP="007D7234">
            <w:pPr>
              <w:spacing w:after="120"/>
            </w:pPr>
            <w:r>
              <w:t>Participates actively in Ember</w:t>
            </w:r>
          </w:p>
        </w:tc>
        <w:tc>
          <w:tcPr>
            <w:tcW w:w="2695" w:type="pct"/>
            <w:gridSpan w:val="2"/>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r w:rsidRPr="00564C21">
              <w:t>Participates positively in organisational activities</w:t>
            </w:r>
          </w:p>
          <w:p w:rsidR="007D7234" w:rsidRPr="00564C21" w:rsidRDefault="007D7234" w:rsidP="00A631FD">
            <w:pPr>
              <w:spacing w:after="120"/>
            </w:pPr>
            <w:r w:rsidRPr="00564C21">
              <w:t>Other duties as delegated from time to time.</w:t>
            </w:r>
          </w:p>
        </w:tc>
        <w:tc>
          <w:tcPr>
            <w:tcW w:w="1312" w:type="pct"/>
            <w:tcBorders>
              <w:top w:val="single" w:sz="8" w:space="0" w:color="auto"/>
              <w:left w:val="single" w:sz="8" w:space="0" w:color="auto"/>
              <w:bottom w:val="single" w:sz="8" w:space="0" w:color="auto"/>
              <w:right w:val="single" w:sz="8" w:space="0" w:color="auto"/>
            </w:tcBorders>
          </w:tcPr>
          <w:p w:rsidR="007D7234" w:rsidRPr="00564C21" w:rsidRDefault="007D7234" w:rsidP="00A631FD">
            <w:pPr>
              <w:spacing w:after="120"/>
            </w:pPr>
          </w:p>
        </w:tc>
      </w:tr>
    </w:tbl>
    <w:p w:rsidR="007D7234" w:rsidRDefault="007D7234" w:rsidP="007D7234">
      <w:pPr>
        <w:tabs>
          <w:tab w:val="center" w:pos="2160"/>
          <w:tab w:val="center" w:pos="5310"/>
          <w:tab w:val="center" w:pos="8640"/>
        </w:tabs>
        <w:rPr>
          <w:rFonts w:cs="Arial"/>
          <w:sz w:val="22"/>
        </w:rPr>
      </w:pPr>
    </w:p>
    <w:p w:rsidR="00FA759E" w:rsidRDefault="00FA759E"/>
    <w:sectPr w:rsidR="00FA75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40AA4"/>
    <w:multiLevelType w:val="hybridMultilevel"/>
    <w:tmpl w:val="A4A8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9539C6"/>
    <w:multiLevelType w:val="hybridMultilevel"/>
    <w:tmpl w:val="29563DA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BDB083B"/>
    <w:multiLevelType w:val="hybridMultilevel"/>
    <w:tmpl w:val="B636D4E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234"/>
    <w:rsid w:val="007D7234"/>
    <w:rsid w:val="00FA759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50361"/>
  <w15:chartTrackingRefBased/>
  <w15:docId w15:val="{DE5BF0B1-55BF-44C8-B83A-F32D01C1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234"/>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7D72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7D7234"/>
    <w:pPr>
      <w:keepNext/>
      <w:spacing w:before="240" w:after="60"/>
      <w:outlineLvl w:val="2"/>
    </w:pPr>
    <w:rPr>
      <w:rFonts w:cs="Arial"/>
      <w:b/>
      <w:bCs/>
      <w:sz w:val="26"/>
      <w:szCs w:val="26"/>
    </w:rPr>
  </w:style>
  <w:style w:type="paragraph" w:styleId="Heading4">
    <w:name w:val="heading 4"/>
    <w:basedOn w:val="Normal"/>
    <w:next w:val="Normal"/>
    <w:link w:val="Heading4Char"/>
    <w:qFormat/>
    <w:rsid w:val="007D7234"/>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D7234"/>
    <w:rPr>
      <w:rFonts w:ascii="Arial" w:eastAsia="Times New Roman" w:hAnsi="Arial" w:cs="Arial"/>
      <w:b/>
      <w:bCs/>
      <w:sz w:val="26"/>
      <w:szCs w:val="26"/>
    </w:rPr>
  </w:style>
  <w:style w:type="character" w:customStyle="1" w:styleId="Heading1Char">
    <w:name w:val="Heading 1 Char"/>
    <w:basedOn w:val="DefaultParagraphFont"/>
    <w:link w:val="Heading1"/>
    <w:uiPriority w:val="9"/>
    <w:rsid w:val="007D7234"/>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rsid w:val="007D7234"/>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D9F45B11</Template>
  <TotalTime>8</TotalTime>
  <Pages>4</Pages>
  <Words>921</Words>
  <Characters>5253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Framework Services Limited</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Barton</dc:creator>
  <cp:keywords/>
  <dc:description/>
  <cp:lastModifiedBy>Lee Barton</cp:lastModifiedBy>
  <cp:revision>1</cp:revision>
  <dcterms:created xsi:type="dcterms:W3CDTF">2019-07-31T03:45:00Z</dcterms:created>
  <dcterms:modified xsi:type="dcterms:W3CDTF">2019-07-31T03:54:00Z</dcterms:modified>
</cp:coreProperties>
</file>